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33" w:rsidRPr="00EA3A38" w:rsidRDefault="00F26833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Уважаемые коллеги.</w:t>
      </w:r>
    </w:p>
    <w:p w:rsidR="00F26833" w:rsidRDefault="00F26833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В приложении форма отчета по урологии за 20</w:t>
      </w:r>
      <w:r>
        <w:rPr>
          <w:rFonts w:ascii="Times New Roman" w:hAnsi="Times New Roman"/>
          <w:sz w:val="28"/>
          <w:szCs w:val="28"/>
        </w:rPr>
        <w:t>21</w:t>
      </w:r>
      <w:r w:rsidRPr="00EA3A38"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t xml:space="preserve"> Форма отчета изменена. Просим обратить внимание. Неправильно заполненную форму отчета принимать не будем.</w:t>
      </w:r>
      <w:bookmarkStart w:id="0" w:name="_GoBack"/>
      <w:bookmarkEnd w:id="0"/>
    </w:p>
    <w:p w:rsidR="00F26833" w:rsidRDefault="00F268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Убедительная просьба предоставить отчет до 31 января 2022 года. </w:t>
      </w:r>
    </w:p>
    <w:p w:rsidR="00F26833" w:rsidRDefault="00F268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 заполнения отчета обращаться</w:t>
      </w:r>
    </w:p>
    <w:p w:rsidR="00F26833" w:rsidRDefault="00F26833" w:rsidP="009F55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F26833" w:rsidRDefault="00F26833">
      <w:pPr>
        <w:rPr>
          <w:rFonts w:ascii="Times New Roman" w:hAnsi="Times New Roman"/>
          <w:sz w:val="28"/>
          <w:szCs w:val="28"/>
        </w:rPr>
      </w:pPr>
    </w:p>
    <w:p w:rsidR="00F26833" w:rsidRDefault="00F268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Высылать заполненный отчет по адресу  на электронную почту:</w:t>
      </w:r>
    </w:p>
    <w:p w:rsidR="00F26833" w:rsidRDefault="00F268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Атдуев Вагиф Ахметович – </w:t>
      </w:r>
      <w:hyperlink r:id="rId5" w:history="1"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atduev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F26833" w:rsidRDefault="00F26833" w:rsidP="00CC32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F26833" w:rsidRPr="0045473D" w:rsidRDefault="00F26833">
      <w:pPr>
        <w:rPr>
          <w:rFonts w:ascii="Times New Roman" w:hAnsi="Times New Roman"/>
          <w:sz w:val="28"/>
          <w:szCs w:val="28"/>
        </w:rPr>
      </w:pPr>
    </w:p>
    <w:sectPr w:rsidR="00F26833" w:rsidRPr="0045473D" w:rsidSect="00783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C0"/>
    <w:rsid w:val="000A3746"/>
    <w:rsid w:val="00103E27"/>
    <w:rsid w:val="00385132"/>
    <w:rsid w:val="0045473D"/>
    <w:rsid w:val="00473DF9"/>
    <w:rsid w:val="00622EB1"/>
    <w:rsid w:val="006C1FF0"/>
    <w:rsid w:val="00745BC0"/>
    <w:rsid w:val="00783C54"/>
    <w:rsid w:val="007D44CF"/>
    <w:rsid w:val="007F5CA4"/>
    <w:rsid w:val="009E5194"/>
    <w:rsid w:val="009F55F0"/>
    <w:rsid w:val="00A12D99"/>
    <w:rsid w:val="00AF6480"/>
    <w:rsid w:val="00CC3212"/>
    <w:rsid w:val="00D92F78"/>
    <w:rsid w:val="00EA3A38"/>
    <w:rsid w:val="00F26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C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3A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du1972@mail.ru" TargetMode="External"/><Relationship Id="rId5" Type="http://schemas.openxmlformats.org/officeDocument/2006/relationships/hyperlink" Target="mailto:atduev@mail.ru" TargetMode="External"/><Relationship Id="rId4" Type="http://schemas.openxmlformats.org/officeDocument/2006/relationships/hyperlink" Target="mailto:vdu197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2014-11-26T18:02:00Z</dcterms:created>
  <dcterms:modified xsi:type="dcterms:W3CDTF">2021-11-05T12:56:00Z</dcterms:modified>
</cp:coreProperties>
</file>